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570C4C81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04A87">
        <w:rPr>
          <w:rFonts w:ascii="Corbel" w:hAnsi="Corbel"/>
          <w:b/>
          <w:smallCaps/>
          <w:sz w:val="24"/>
          <w:szCs w:val="24"/>
        </w:rPr>
        <w:t>202</w:t>
      </w:r>
      <w:r w:rsidR="009B2394">
        <w:rPr>
          <w:rFonts w:ascii="Corbel" w:hAnsi="Corbel"/>
          <w:b/>
          <w:smallCaps/>
          <w:sz w:val="24"/>
          <w:szCs w:val="24"/>
        </w:rPr>
        <w:t>1</w:t>
      </w:r>
      <w:r w:rsidR="00304A87">
        <w:rPr>
          <w:rFonts w:ascii="Corbel" w:hAnsi="Corbel"/>
          <w:b/>
          <w:smallCaps/>
          <w:sz w:val="24"/>
          <w:szCs w:val="24"/>
        </w:rPr>
        <w:t>-202</w:t>
      </w:r>
      <w:r w:rsidR="009B2394">
        <w:rPr>
          <w:rFonts w:ascii="Corbel" w:hAnsi="Corbel"/>
          <w:b/>
          <w:smallCaps/>
          <w:sz w:val="24"/>
          <w:szCs w:val="24"/>
        </w:rPr>
        <w:t>3</w:t>
      </w:r>
    </w:p>
    <w:p w14:paraId="423D91C3" w14:textId="454CFDB5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9B2394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B2394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D416E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5ECC5F0" w:rsidR="00FD4000" w:rsidRPr="00FD4000" w:rsidRDefault="006554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D4000"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5547D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5547D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9360313" w:rsidR="00015B8F" w:rsidRPr="009C54AE" w:rsidRDefault="006554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4B8E8F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CE92F6" w14:textId="77777777" w:rsidR="00D416E2" w:rsidRPr="009C54AE" w:rsidRDefault="00D416E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C150762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C91EC9" w14:textId="77777777" w:rsidR="00D416E2" w:rsidRPr="00C05F44" w:rsidRDefault="00D416E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416E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416E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416E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2E8EA7C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C70B9B" w14:textId="77777777" w:rsidR="00D416E2" w:rsidRPr="009C54AE" w:rsidRDefault="00D416E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365BB0C3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E86C9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D416E2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12"/>
          <w:szCs w:val="12"/>
        </w:rPr>
      </w:pPr>
    </w:p>
    <w:p w14:paraId="7C30D8BB" w14:textId="004558C6" w:rsidR="00612921" w:rsidRPr="00D416E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16E2">
        <w:rPr>
          <w:rFonts w:ascii="Corbel" w:hAnsi="Corbel"/>
          <w:b w:val="0"/>
          <w:smallCaps w:val="0"/>
          <w:szCs w:val="24"/>
        </w:rPr>
        <w:t xml:space="preserve">Wykład z prezentacją multimedialną, dyskusja, </w:t>
      </w:r>
      <w:r w:rsidR="009C264E" w:rsidRPr="00D416E2">
        <w:rPr>
          <w:rFonts w:ascii="Corbel" w:hAnsi="Corbel"/>
          <w:b w:val="0"/>
          <w:smallCaps w:val="0"/>
          <w:szCs w:val="24"/>
        </w:rPr>
        <w:t>esej</w:t>
      </w:r>
      <w:r w:rsidRPr="00D416E2">
        <w:rPr>
          <w:rFonts w:ascii="Corbel" w:hAnsi="Corbel"/>
          <w:b w:val="0"/>
          <w:smallCaps w:val="0"/>
          <w:szCs w:val="24"/>
        </w:rPr>
        <w:t>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31624773" w:rsidR="00E8218E" w:rsidRPr="009C54AE" w:rsidRDefault="009C26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9380568" w14:textId="3F4E95B9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35344A49" w14:textId="6B8BCDAB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egzamin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6D5E1487" w:rsidR="0085747A" w:rsidRPr="00AF5927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1D29E52C" w:rsidR="00AF5927" w:rsidRPr="00AF5927" w:rsidRDefault="0065547D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248D01B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23A0AA5" w14:textId="3BA725D1" w:rsidR="00AF5927" w:rsidRPr="00AF5927" w:rsidRDefault="0065547D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D465F2D" w:rsidR="0085747A" w:rsidRPr="009C54AE" w:rsidRDefault="00AE74CF" w:rsidP="009C26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5088A645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5F9383" w14:textId="5820F08E" w:rsidR="009C264E" w:rsidRDefault="009C264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71E55A" w14:textId="77777777" w:rsidR="0065547D" w:rsidRPr="009C54AE" w:rsidRDefault="006554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3C38F6" w14:textId="77777777" w:rsidR="009C264E" w:rsidRDefault="009C264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A10EF0" w14:textId="5EAAD863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0DA92F77" w:rsidR="0085747A" w:rsidRPr="00460C5E" w:rsidRDefault="00732115" w:rsidP="00460C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</w:t>
            </w:r>
            <w:r w:rsidR="00D416E2" w:rsidRPr="002776C9">
              <w:rPr>
                <w:rFonts w:ascii="Corbel" w:hAnsi="Corbel"/>
                <w:sz w:val="24"/>
                <w:szCs w:val="24"/>
              </w:rPr>
              <w:t>2020</w:t>
            </w:r>
            <w:r w:rsidR="00D416E2">
              <w:rPr>
                <w:rFonts w:ascii="Corbel" w:hAnsi="Corbel"/>
                <w:sz w:val="24"/>
                <w:szCs w:val="24"/>
              </w:rPr>
              <w:t>,</w:t>
            </w:r>
            <w:r w:rsidR="00D416E2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76C9">
              <w:rPr>
                <w:rFonts w:ascii="Corbel" w:hAnsi="Corbel"/>
                <w:sz w:val="24"/>
                <w:szCs w:val="24"/>
              </w:rPr>
              <w:t>Kooperacja w perspektywie zasobów niematerialnych organizacji, C.H. Beck, Warszawa</w:t>
            </w:r>
            <w:r w:rsidR="00D416E2">
              <w:rPr>
                <w:rFonts w:ascii="Corbel" w:hAnsi="Corbel"/>
                <w:sz w:val="24"/>
                <w:szCs w:val="24"/>
              </w:rPr>
              <w:t>.</w:t>
            </w:r>
            <w:r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C412AC" w14:textId="1F01E13C" w:rsidR="00460C5E" w:rsidRPr="002C46F1" w:rsidRDefault="00460C5E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Ejsmont</w:t>
            </w:r>
            <w:proofErr w:type="spellEnd"/>
            <w:r w:rsidRPr="00460C5E"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sz w:val="24"/>
                <w:szCs w:val="24"/>
              </w:rPr>
              <w:t xml:space="preserve">2018, 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Wpływ kooperacji na skuteczność biznesplanów tworzonych przez przedsiębiorstwa : ujęcie ekonomiczne,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Warszawa,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7678CF5E" w:rsidR="002C46F1" w:rsidRDefault="002C46F1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</w:t>
            </w:r>
            <w:r w:rsidR="00460C5E">
              <w:rPr>
                <w:rFonts w:ascii="Corbel" w:hAnsi="Corbel"/>
                <w:sz w:val="24"/>
                <w:szCs w:val="24"/>
              </w:rPr>
              <w:t>.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</w:t>
            </w:r>
            <w:r w:rsidR="00460C5E" w:rsidRPr="002C46F1">
              <w:rPr>
                <w:rFonts w:ascii="Corbel" w:hAnsi="Corbel"/>
                <w:sz w:val="24"/>
                <w:szCs w:val="24"/>
              </w:rPr>
              <w:t>2014</w:t>
            </w:r>
            <w:r w:rsidR="00460C5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C46F1">
              <w:rPr>
                <w:rFonts w:ascii="Corbel" w:hAnsi="Corbel"/>
                <w:sz w:val="24"/>
                <w:szCs w:val="24"/>
              </w:rPr>
              <w:t>Relacje międzyorganizacyjne w naukach o zarządzaniu, Wolters Kluwer, Warszawa.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2F379" w14:textId="77777777" w:rsidR="00033AF4" w:rsidRDefault="00033AF4" w:rsidP="00C16ABF">
      <w:pPr>
        <w:spacing w:after="0" w:line="240" w:lineRule="auto"/>
      </w:pPr>
      <w:r>
        <w:separator/>
      </w:r>
    </w:p>
  </w:endnote>
  <w:endnote w:type="continuationSeparator" w:id="0">
    <w:p w14:paraId="22C1D2DD" w14:textId="77777777" w:rsidR="00033AF4" w:rsidRDefault="00033A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D5462" w14:textId="77777777" w:rsidR="00033AF4" w:rsidRDefault="00033AF4" w:rsidP="00C16ABF">
      <w:pPr>
        <w:spacing w:after="0" w:line="240" w:lineRule="auto"/>
      </w:pPr>
      <w:r>
        <w:separator/>
      </w:r>
    </w:p>
  </w:footnote>
  <w:footnote w:type="continuationSeparator" w:id="0">
    <w:p w14:paraId="50211E9F" w14:textId="77777777" w:rsidR="00033AF4" w:rsidRDefault="00033AF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360244">
    <w:abstractNumId w:val="3"/>
  </w:num>
  <w:num w:numId="2" w16cid:durableId="619338308">
    <w:abstractNumId w:val="6"/>
  </w:num>
  <w:num w:numId="3" w16cid:durableId="338195688">
    <w:abstractNumId w:val="1"/>
  </w:num>
  <w:num w:numId="4" w16cid:durableId="748118130">
    <w:abstractNumId w:val="2"/>
  </w:num>
  <w:num w:numId="5" w16cid:durableId="1956253596">
    <w:abstractNumId w:val="7"/>
  </w:num>
  <w:num w:numId="6" w16cid:durableId="1955558851">
    <w:abstractNumId w:val="4"/>
  </w:num>
  <w:num w:numId="7" w16cid:durableId="990911375">
    <w:abstractNumId w:val="8"/>
  </w:num>
  <w:num w:numId="8" w16cid:durableId="327363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71287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EC6"/>
    <w:rsid w:val="00015B8F"/>
    <w:rsid w:val="00022C6C"/>
    <w:rsid w:val="00022ECE"/>
    <w:rsid w:val="00033AF4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B0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4A8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0C5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2D9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5547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645F"/>
    <w:rsid w:val="009A78D9"/>
    <w:rsid w:val="009B2394"/>
    <w:rsid w:val="009C264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41F4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8E9"/>
    <w:rsid w:val="00C94B98"/>
    <w:rsid w:val="00CA2B96"/>
    <w:rsid w:val="00CA5089"/>
    <w:rsid w:val="00CA56E5"/>
    <w:rsid w:val="00CD4D01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16E2"/>
    <w:rsid w:val="00D425B2"/>
    <w:rsid w:val="00D428D6"/>
    <w:rsid w:val="00D552B2"/>
    <w:rsid w:val="00D608D1"/>
    <w:rsid w:val="00D74119"/>
    <w:rsid w:val="00D8075B"/>
    <w:rsid w:val="00D837D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25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EACFDD-D968-4C57-A62B-145D6A5C4E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2023-02-16T21:28:00Z</dcterms:created>
  <dcterms:modified xsi:type="dcterms:W3CDTF">2023-02-20T20:45:00Z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